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2D2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A05D5A1" w14:textId="77777777" w:rsidR="00AF46CF" w:rsidRPr="009C54AE" w:rsidRDefault="00AF46CF" w:rsidP="00AF46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E15E1A" w14:textId="77777777" w:rsidR="00AF46CF" w:rsidRDefault="00AF46CF" w:rsidP="00AF46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2019-2022</w:t>
      </w:r>
    </w:p>
    <w:p w14:paraId="5CE3D267" w14:textId="0ADF9574" w:rsidR="00AF46CF" w:rsidRPr="00E93CC6" w:rsidRDefault="00AF46CF" w:rsidP="00AF46CF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</w:t>
      </w:r>
      <w:r w:rsidRPr="00E93CC6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1</w:t>
      </w:r>
    </w:p>
    <w:p w14:paraId="388E0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953DD3" w14:textId="77777777" w:rsidTr="00B819C8">
        <w:tc>
          <w:tcPr>
            <w:tcW w:w="2694" w:type="dxa"/>
            <w:vAlign w:val="center"/>
          </w:tcPr>
          <w:p w14:paraId="3AFFBA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F4FCC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="0085747A" w:rsidRPr="009C54AE" w14:paraId="0BA52BC8" w14:textId="77777777" w:rsidTr="00B819C8">
        <w:tc>
          <w:tcPr>
            <w:tcW w:w="2694" w:type="dxa"/>
            <w:vAlign w:val="center"/>
          </w:tcPr>
          <w:p w14:paraId="0F716C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658B7E" w14:textId="77777777" w:rsidR="0085747A" w:rsidRPr="0066063C" w:rsidRDefault="0066063C" w:rsidP="0066063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E/I/GRiL/C-1.2b</w:t>
            </w:r>
          </w:p>
        </w:tc>
      </w:tr>
      <w:tr w:rsidR="0085747A" w:rsidRPr="009C54AE" w14:paraId="44930085" w14:textId="77777777" w:rsidTr="00B819C8">
        <w:tc>
          <w:tcPr>
            <w:tcW w:w="2694" w:type="dxa"/>
            <w:vAlign w:val="center"/>
          </w:tcPr>
          <w:p w14:paraId="5A8D445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8294C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686C7" w14:textId="77777777" w:rsidTr="00B819C8">
        <w:tc>
          <w:tcPr>
            <w:tcW w:w="2694" w:type="dxa"/>
            <w:vAlign w:val="center"/>
          </w:tcPr>
          <w:p w14:paraId="5687C0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02849F" w14:textId="10ADAF16" w:rsidR="0085747A" w:rsidRPr="009C54AE" w:rsidRDefault="00A32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E48B05" w14:textId="77777777" w:rsidTr="00B819C8">
        <w:tc>
          <w:tcPr>
            <w:tcW w:w="2694" w:type="dxa"/>
            <w:vAlign w:val="center"/>
          </w:tcPr>
          <w:p w14:paraId="378D5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660BEE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56338FD" w14:textId="77777777" w:rsidTr="00B819C8">
        <w:tc>
          <w:tcPr>
            <w:tcW w:w="2694" w:type="dxa"/>
            <w:vAlign w:val="center"/>
          </w:tcPr>
          <w:p w14:paraId="26B60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71812" w14:textId="31854C59" w:rsidR="0085747A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12CBAAC" w14:textId="77777777" w:rsidTr="00B819C8">
        <w:tc>
          <w:tcPr>
            <w:tcW w:w="2694" w:type="dxa"/>
            <w:vAlign w:val="center"/>
          </w:tcPr>
          <w:p w14:paraId="3A8E22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D0F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266E3E" w14:textId="77777777" w:rsidTr="00B819C8">
        <w:tc>
          <w:tcPr>
            <w:tcW w:w="2694" w:type="dxa"/>
            <w:vAlign w:val="center"/>
          </w:tcPr>
          <w:p w14:paraId="0C024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FC507" w14:textId="4AB445CF" w:rsidR="0085747A" w:rsidRPr="00721E5E" w:rsidRDefault="00721E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E5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799E7C7" w14:textId="77777777" w:rsidTr="00B819C8">
        <w:tc>
          <w:tcPr>
            <w:tcW w:w="2694" w:type="dxa"/>
            <w:vAlign w:val="center"/>
          </w:tcPr>
          <w:p w14:paraId="05600C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B2C28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E9ABDF8" w14:textId="77777777" w:rsidTr="00B819C8">
        <w:tc>
          <w:tcPr>
            <w:tcW w:w="2694" w:type="dxa"/>
            <w:vAlign w:val="center"/>
          </w:tcPr>
          <w:p w14:paraId="265D90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902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08A74B" w14:textId="77777777" w:rsidTr="00B819C8">
        <w:tc>
          <w:tcPr>
            <w:tcW w:w="2694" w:type="dxa"/>
            <w:vAlign w:val="center"/>
          </w:tcPr>
          <w:p w14:paraId="4176C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5E5AC" w14:textId="1069AC75" w:rsidR="00923D7D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F0F6878" w14:textId="77777777" w:rsidTr="00B819C8">
        <w:tc>
          <w:tcPr>
            <w:tcW w:w="2694" w:type="dxa"/>
            <w:vAlign w:val="center"/>
          </w:tcPr>
          <w:p w14:paraId="2B069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EA2161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668D2B3" w14:textId="77777777" w:rsidTr="00B819C8">
        <w:tc>
          <w:tcPr>
            <w:tcW w:w="2694" w:type="dxa"/>
            <w:vAlign w:val="center"/>
          </w:tcPr>
          <w:p w14:paraId="1D27A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01456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E68045B" w14:textId="26ED98B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7BD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DE9B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B4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95836" w14:textId="77777777" w:rsidTr="00B41C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A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26B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4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96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5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7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A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A6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2604A4" w14:textId="77777777" w:rsidTr="00B41C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4C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0BA6" w14:textId="44A22A19" w:rsidR="00015B8F" w:rsidRPr="009C54AE" w:rsidRDefault="00721E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03A" w14:textId="46590A68" w:rsidR="00015B8F" w:rsidRPr="009C54AE" w:rsidRDefault="00721E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8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2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E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4677" w14:textId="77777777" w:rsidR="00015B8F" w:rsidRPr="009C54AE" w:rsidRDefault="009106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4010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80A8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DD36F" w14:textId="01D36D58" w:rsidR="00D06A07" w:rsidRDefault="00D06A07" w:rsidP="00D06A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48A53286" w14:textId="77777777" w:rsidR="00D06A07" w:rsidRPr="00D06A07" w:rsidRDefault="00D06A07" w:rsidP="00D06A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F3C44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3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0A5573" w14:textId="77777777" w:rsidR="00E960BB" w:rsidRPr="00D06A07" w:rsidRDefault="00660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14:paraId="2B7CFF3C" w14:textId="77777777" w:rsidR="0066063C" w:rsidRDefault="00660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86E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B8400" w14:textId="77777777" w:rsidTr="00745302">
        <w:tc>
          <w:tcPr>
            <w:tcW w:w="9670" w:type="dxa"/>
          </w:tcPr>
          <w:p w14:paraId="5C88665A" w14:textId="77777777" w:rsidR="0085747A" w:rsidRPr="0066063C" w:rsidRDefault="0066063C" w:rsidP="0066063C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14:paraId="5593F7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C5B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58F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A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F908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AFC19FC" w14:textId="77777777" w:rsidTr="00F25F88">
        <w:tc>
          <w:tcPr>
            <w:tcW w:w="844" w:type="dxa"/>
            <w:vAlign w:val="center"/>
          </w:tcPr>
          <w:p w14:paraId="02D9193D" w14:textId="77777777" w:rsidR="0085747A" w:rsidRPr="009719D3" w:rsidRDefault="0085747A" w:rsidP="009719D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A9ED29" w14:textId="77777777" w:rsidR="0085747A" w:rsidRPr="009719D3" w:rsidRDefault="0066063C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85747A" w:rsidRPr="009C54AE" w14:paraId="10FAF4CB" w14:textId="77777777" w:rsidTr="00F25F88">
        <w:tc>
          <w:tcPr>
            <w:tcW w:w="844" w:type="dxa"/>
            <w:vAlign w:val="center"/>
          </w:tcPr>
          <w:p w14:paraId="147DAC18" w14:textId="77777777" w:rsidR="0085747A" w:rsidRPr="009719D3" w:rsidRDefault="0066063C" w:rsidP="009719D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43FDC80" w14:textId="77777777" w:rsidR="0085747A" w:rsidRPr="009719D3" w:rsidRDefault="00F25F88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14:paraId="068DB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D21B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76DA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B1F16" w14:textId="77777777" w:rsidTr="00D81548">
        <w:tc>
          <w:tcPr>
            <w:tcW w:w="1681" w:type="dxa"/>
            <w:vAlign w:val="center"/>
          </w:tcPr>
          <w:p w14:paraId="7BA9D6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A79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8B15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1A3CA7" w14:textId="77777777" w:rsidTr="00F25F88">
        <w:tc>
          <w:tcPr>
            <w:tcW w:w="1681" w:type="dxa"/>
          </w:tcPr>
          <w:p w14:paraId="677439ED" w14:textId="74156A0B" w:rsidR="0085747A" w:rsidRPr="009C54AE" w:rsidRDefault="00B4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0DF1602" w14:textId="4109CB50" w:rsidR="00F25F88" w:rsidRPr="002051BE" w:rsidRDefault="00F25F88" w:rsidP="002051BE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14:paraId="395C2D8F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204C90E8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45FD279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B5BB3B" w14:textId="77777777" w:rsidTr="00F25F88">
        <w:tc>
          <w:tcPr>
            <w:tcW w:w="1681" w:type="dxa"/>
          </w:tcPr>
          <w:p w14:paraId="1895C490" w14:textId="77777777" w:rsidR="0085747A" w:rsidRPr="009C54AE" w:rsidRDefault="00F25F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A27F63" w14:textId="77777777" w:rsidR="0085747A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14:paraId="28FDBFD9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="00F25F88" w:rsidRPr="009C54AE" w14:paraId="415224C2" w14:textId="77777777" w:rsidTr="00F25F88">
        <w:tc>
          <w:tcPr>
            <w:tcW w:w="1681" w:type="dxa"/>
          </w:tcPr>
          <w:p w14:paraId="3BDC8047" w14:textId="75210A4F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5320654" w14:textId="77777777" w:rsidR="00F25F88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14:paraId="3B297286" w14:textId="0408776E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401B4663" w14:textId="77777777" w:rsid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14:paraId="71681748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F25F88" w:rsidRPr="009C54AE" w14:paraId="49326822" w14:textId="77777777" w:rsidTr="00F25F88">
        <w:tc>
          <w:tcPr>
            <w:tcW w:w="1681" w:type="dxa"/>
          </w:tcPr>
          <w:p w14:paraId="07590D35" w14:textId="77777777" w:rsidR="00F25F88" w:rsidRPr="009C54AE" w:rsidRDefault="00F25F88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C5EDA" w14:textId="77777777" w:rsidR="00F25F88" w:rsidRPr="002051BE" w:rsidRDefault="00F25F88" w:rsidP="002051B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14:paraId="38AFBEAB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F25F88" w:rsidRPr="009C54AE" w14:paraId="3741F780" w14:textId="77777777" w:rsidTr="00F25F88">
        <w:tc>
          <w:tcPr>
            <w:tcW w:w="1681" w:type="dxa"/>
          </w:tcPr>
          <w:p w14:paraId="2DD1BB2B" w14:textId="6DE3BFD0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14:paraId="620619CA" w14:textId="77777777" w:rsidR="00F25F88" w:rsidRPr="002051BE" w:rsidRDefault="00F25F88" w:rsidP="00205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14:paraId="1F184AED" w14:textId="77777777" w:rsidR="00F25F88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K_U10</w:t>
            </w:r>
          </w:p>
          <w:p w14:paraId="01FF3932" w14:textId="2FC9887E" w:rsidR="002051BE" w:rsidRPr="009C54A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C0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8E0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57D2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EBC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474780" w14:textId="77777777" w:rsidTr="00923D7D">
        <w:tc>
          <w:tcPr>
            <w:tcW w:w="9639" w:type="dxa"/>
          </w:tcPr>
          <w:p w14:paraId="56E250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09DC67" w14:textId="77777777" w:rsidTr="00923D7D">
        <w:tc>
          <w:tcPr>
            <w:tcW w:w="9639" w:type="dxa"/>
          </w:tcPr>
          <w:p w14:paraId="208EC43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="0085747A" w:rsidRPr="009C54AE" w14:paraId="38910B57" w14:textId="77777777" w:rsidTr="00923D7D">
        <w:tc>
          <w:tcPr>
            <w:tcW w:w="9639" w:type="dxa"/>
          </w:tcPr>
          <w:p w14:paraId="3559294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="0085747A" w:rsidRPr="009C54AE" w14:paraId="003AB573" w14:textId="77777777" w:rsidTr="00923D7D">
        <w:tc>
          <w:tcPr>
            <w:tcW w:w="9639" w:type="dxa"/>
          </w:tcPr>
          <w:p w14:paraId="2F6CE930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="00561824" w:rsidRPr="009C54AE" w14:paraId="7900EA13" w14:textId="77777777" w:rsidTr="00923D7D">
        <w:tc>
          <w:tcPr>
            <w:tcW w:w="9639" w:type="dxa"/>
          </w:tcPr>
          <w:p w14:paraId="674FBC8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561824" w:rsidRPr="009C54AE" w14:paraId="0D0CBD5F" w14:textId="77777777" w:rsidTr="00923D7D">
        <w:tc>
          <w:tcPr>
            <w:tcW w:w="9639" w:type="dxa"/>
          </w:tcPr>
          <w:p w14:paraId="3320D15D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="00561824" w:rsidRPr="009C54AE" w14:paraId="1DC54AA9" w14:textId="77777777" w:rsidTr="00923D7D">
        <w:tc>
          <w:tcPr>
            <w:tcW w:w="9639" w:type="dxa"/>
          </w:tcPr>
          <w:p w14:paraId="3CC99E28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="00561824" w:rsidRPr="009C54AE" w14:paraId="5DBB7E88" w14:textId="77777777" w:rsidTr="00923D7D">
        <w:tc>
          <w:tcPr>
            <w:tcW w:w="9639" w:type="dxa"/>
          </w:tcPr>
          <w:p w14:paraId="34CDFEF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="00561824" w:rsidRPr="009C54AE" w14:paraId="6CDE6BC5" w14:textId="77777777" w:rsidTr="00923D7D">
        <w:tc>
          <w:tcPr>
            <w:tcW w:w="9639" w:type="dxa"/>
          </w:tcPr>
          <w:p w14:paraId="7CF20CB5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="00561824" w:rsidRPr="009C54AE" w14:paraId="4B6C48CD" w14:textId="77777777" w:rsidTr="00923D7D">
        <w:tc>
          <w:tcPr>
            <w:tcW w:w="9639" w:type="dxa"/>
          </w:tcPr>
          <w:p w14:paraId="2BD953B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="00561824" w:rsidRPr="009C54AE" w14:paraId="50D4171B" w14:textId="77777777" w:rsidTr="00923D7D">
        <w:tc>
          <w:tcPr>
            <w:tcW w:w="9639" w:type="dxa"/>
          </w:tcPr>
          <w:p w14:paraId="1431AD5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="00561824" w:rsidRPr="009C54AE" w14:paraId="2A122C16" w14:textId="77777777" w:rsidTr="00923D7D">
        <w:tc>
          <w:tcPr>
            <w:tcW w:w="9639" w:type="dxa"/>
          </w:tcPr>
          <w:p w14:paraId="73875699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="00561824" w:rsidRPr="009C54AE" w14:paraId="197FDA20" w14:textId="77777777" w:rsidTr="00923D7D">
        <w:tc>
          <w:tcPr>
            <w:tcW w:w="9639" w:type="dxa"/>
          </w:tcPr>
          <w:p w14:paraId="16320F4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14:paraId="58DFC9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379A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2DFD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C43FBE" w14:textId="77777777" w:rsidTr="00923D7D">
        <w:tc>
          <w:tcPr>
            <w:tcW w:w="9639" w:type="dxa"/>
          </w:tcPr>
          <w:p w14:paraId="2B52E26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2C2586" w14:textId="77777777" w:rsidTr="00923D7D">
        <w:tc>
          <w:tcPr>
            <w:tcW w:w="9639" w:type="dxa"/>
          </w:tcPr>
          <w:p w14:paraId="74CE29F2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="0085747A" w:rsidRPr="009C54AE" w14:paraId="6D0D008C" w14:textId="77777777" w:rsidTr="00923D7D">
        <w:tc>
          <w:tcPr>
            <w:tcW w:w="9639" w:type="dxa"/>
          </w:tcPr>
          <w:p w14:paraId="4CA83BDA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="0085747A" w:rsidRPr="009C54AE" w14:paraId="34D0E0C2" w14:textId="77777777" w:rsidTr="00923D7D">
        <w:tc>
          <w:tcPr>
            <w:tcW w:w="9639" w:type="dxa"/>
          </w:tcPr>
          <w:p w14:paraId="26DAD959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="00561824" w:rsidRPr="009C54AE" w14:paraId="7CEA118E" w14:textId="77777777" w:rsidTr="00923D7D">
        <w:tc>
          <w:tcPr>
            <w:tcW w:w="9639" w:type="dxa"/>
          </w:tcPr>
          <w:p w14:paraId="4C4B3982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="00561824" w:rsidRPr="009C54AE" w14:paraId="1E355E71" w14:textId="77777777" w:rsidTr="00923D7D">
        <w:tc>
          <w:tcPr>
            <w:tcW w:w="9639" w:type="dxa"/>
          </w:tcPr>
          <w:p w14:paraId="3AB072EA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="00561824" w:rsidRPr="009C54AE" w14:paraId="1B745243" w14:textId="77777777" w:rsidTr="00923D7D">
        <w:tc>
          <w:tcPr>
            <w:tcW w:w="9639" w:type="dxa"/>
          </w:tcPr>
          <w:p w14:paraId="0074C9F4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="00561824" w:rsidRPr="009C54AE" w14:paraId="6F0D9D97" w14:textId="77777777" w:rsidTr="00923D7D">
        <w:tc>
          <w:tcPr>
            <w:tcW w:w="9639" w:type="dxa"/>
          </w:tcPr>
          <w:p w14:paraId="588485C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="00561824" w:rsidRPr="009C54AE" w14:paraId="1E4FA383" w14:textId="77777777" w:rsidTr="00923D7D">
        <w:tc>
          <w:tcPr>
            <w:tcW w:w="9639" w:type="dxa"/>
          </w:tcPr>
          <w:p w14:paraId="78638E1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="00561824" w:rsidRPr="009C54AE" w14:paraId="79B71DE9" w14:textId="77777777" w:rsidTr="00923D7D">
        <w:tc>
          <w:tcPr>
            <w:tcW w:w="9639" w:type="dxa"/>
          </w:tcPr>
          <w:p w14:paraId="70409C3F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14:paraId="01036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9AB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46EAEF" w14:textId="77777777" w:rsidR="00E54FCF" w:rsidRDefault="00E54FCF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FAFA65F" w14:textId="77777777" w:rsidR="0085747A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08E524B" w14:textId="77777777" w:rsidR="00E54FCF" w:rsidRPr="009C54AE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14:paraId="7EF7E188" w14:textId="77777777" w:rsidR="00E54FCF" w:rsidRDefault="00E54F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06138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B21C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EF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19D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740D8069" w14:textId="77777777" w:rsidTr="00855E69">
        <w:tc>
          <w:tcPr>
            <w:tcW w:w="1962" w:type="dxa"/>
            <w:vAlign w:val="center"/>
          </w:tcPr>
          <w:p w14:paraId="7B641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276F070" w14:textId="260DA7DC" w:rsidR="0085747A" w:rsidRPr="009C54AE" w:rsidRDefault="00F974D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80507E9" w14:textId="5584BA43" w:rsidR="0085747A" w:rsidRPr="009C54AE" w:rsidRDefault="0085747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E38DCC7" w14:textId="77777777" w:rsidTr="00855E69">
        <w:tc>
          <w:tcPr>
            <w:tcW w:w="1962" w:type="dxa"/>
          </w:tcPr>
          <w:p w14:paraId="45042545" w14:textId="77777777" w:rsidR="0085747A" w:rsidRPr="00855E69" w:rsidRDefault="0085747A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4B169BE9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3D681D4D" w14:textId="77777777" w:rsidR="0085747A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5E69" w:rsidRPr="009C54AE" w14:paraId="6BA14B8B" w14:textId="77777777" w:rsidTr="00855E69">
        <w:tc>
          <w:tcPr>
            <w:tcW w:w="1962" w:type="dxa"/>
          </w:tcPr>
          <w:p w14:paraId="467A94E9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AF8795" w14:textId="77777777" w:rsidR="00855E69" w:rsidRPr="00855E69" w:rsidRDefault="00855E69" w:rsidP="009106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53F15045" w14:textId="77777777" w:rsidR="00855E69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747A" w:rsidRPr="009C54AE" w14:paraId="5E4F1A80" w14:textId="77777777" w:rsidTr="00855E69">
        <w:tc>
          <w:tcPr>
            <w:tcW w:w="1962" w:type="dxa"/>
          </w:tcPr>
          <w:p w14:paraId="25DC0397" w14:textId="77777777" w:rsidR="0085747A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04828782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1E953CED" w14:textId="77777777" w:rsidR="0085747A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5967CD9F" w14:textId="77777777" w:rsidTr="00855E69">
        <w:tc>
          <w:tcPr>
            <w:tcW w:w="1962" w:type="dxa"/>
          </w:tcPr>
          <w:p w14:paraId="1BB88881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115974D7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2FE40385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12E899E2" w14:textId="77777777" w:rsidTr="00855E69">
        <w:tc>
          <w:tcPr>
            <w:tcW w:w="1962" w:type="dxa"/>
          </w:tcPr>
          <w:p w14:paraId="7E483176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29E80DE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05C28803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0642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4FF3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9F9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FDC49E" w14:textId="77777777" w:rsidTr="00923D7D">
        <w:tc>
          <w:tcPr>
            <w:tcW w:w="9670" w:type="dxa"/>
          </w:tcPr>
          <w:p w14:paraId="3D0C212F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1561CB4A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63C086BC" w14:textId="77777777" w:rsidR="0085747A" w:rsidRPr="00855E69" w:rsidRDefault="00855E69" w:rsidP="00B41CC7">
            <w:pPr>
              <w:spacing w:after="0"/>
              <w:rPr>
                <w:rFonts w:ascii="Corbel" w:eastAsia="Times New Roman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6CD7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4D37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50C4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5129A8" w14:textId="77777777" w:rsidTr="003E1941">
        <w:tc>
          <w:tcPr>
            <w:tcW w:w="4962" w:type="dxa"/>
            <w:vAlign w:val="center"/>
          </w:tcPr>
          <w:p w14:paraId="4A946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815971" w14:textId="53DA6D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620E3" w14:textId="77777777" w:rsidTr="00923D7D">
        <w:tc>
          <w:tcPr>
            <w:tcW w:w="4962" w:type="dxa"/>
          </w:tcPr>
          <w:p w14:paraId="37B7D1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E149BA" w14:textId="54C17FD8" w:rsidR="0085747A" w:rsidRPr="009C54AE" w:rsidRDefault="00721E5E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6E0A0A" w14:textId="77777777" w:rsidTr="00923D7D">
        <w:tc>
          <w:tcPr>
            <w:tcW w:w="4962" w:type="dxa"/>
          </w:tcPr>
          <w:p w14:paraId="63B8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71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360BC3" w14:textId="77777777" w:rsidR="00C61DC5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ACFFC" w14:textId="77777777" w:rsidTr="00923D7D">
        <w:tc>
          <w:tcPr>
            <w:tcW w:w="4962" w:type="dxa"/>
          </w:tcPr>
          <w:p w14:paraId="7283DF1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811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58F64" w14:textId="0E704E7F" w:rsidR="00C61DC5" w:rsidRPr="009C54AE" w:rsidRDefault="00721E5E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9C54AE" w14:paraId="77CE43E3" w14:textId="77777777" w:rsidTr="00923D7D">
        <w:tc>
          <w:tcPr>
            <w:tcW w:w="4962" w:type="dxa"/>
          </w:tcPr>
          <w:p w14:paraId="5A09DC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5DE2B0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480AB3F" w14:textId="77777777" w:rsidTr="00923D7D">
        <w:tc>
          <w:tcPr>
            <w:tcW w:w="4962" w:type="dxa"/>
          </w:tcPr>
          <w:p w14:paraId="3F0F66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D78E73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363EB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10E0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7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08C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325A2C1" w14:textId="77777777" w:rsidTr="00B41CC7">
        <w:trPr>
          <w:trHeight w:val="397"/>
        </w:trPr>
        <w:tc>
          <w:tcPr>
            <w:tcW w:w="4082" w:type="dxa"/>
          </w:tcPr>
          <w:p w14:paraId="5FE78F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8269E7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1FEB9C" w14:textId="77777777" w:rsidTr="00B41CC7">
        <w:trPr>
          <w:trHeight w:val="397"/>
        </w:trPr>
        <w:tc>
          <w:tcPr>
            <w:tcW w:w="4082" w:type="dxa"/>
          </w:tcPr>
          <w:p w14:paraId="25E18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7D6F272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9EA4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D75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25E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47ECFCE" w14:textId="77777777" w:rsidTr="009106C2">
        <w:trPr>
          <w:trHeight w:val="397"/>
        </w:trPr>
        <w:tc>
          <w:tcPr>
            <w:tcW w:w="9497" w:type="dxa"/>
          </w:tcPr>
          <w:p w14:paraId="5D925B0F" w14:textId="77777777" w:rsidR="0085747A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BC2A76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14:paraId="17B5CCCF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="0085747A" w:rsidRPr="009C54AE" w14:paraId="78BADBF3" w14:textId="77777777" w:rsidTr="009106C2">
        <w:trPr>
          <w:trHeight w:val="397"/>
        </w:trPr>
        <w:tc>
          <w:tcPr>
            <w:tcW w:w="9497" w:type="dxa"/>
          </w:tcPr>
          <w:p w14:paraId="7FF6EAEC" w14:textId="77777777" w:rsidR="009106C2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E9F5ED0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T. Dołęgowski, Konkurencyjność instytucjonalna i systemowa w warunkach gospodarki globalnej, Monografie i opracowania nr 505, SGH, Warszawa 2006. </w:t>
            </w:r>
          </w:p>
          <w:p w14:paraId="03052DCE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W. Burdecka, Instytucje otoczenia biznesu we wspieraniu inwestorów, PARP, Warszawa 2010.</w:t>
            </w:r>
          </w:p>
        </w:tc>
      </w:tr>
    </w:tbl>
    <w:p w14:paraId="3394E8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EAA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F092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FD146" w14:textId="77777777" w:rsidR="00C27D2D" w:rsidRDefault="00C27D2D" w:rsidP="00C16ABF">
      <w:pPr>
        <w:spacing w:after="0" w:line="240" w:lineRule="auto"/>
      </w:pPr>
      <w:r>
        <w:separator/>
      </w:r>
    </w:p>
  </w:endnote>
  <w:endnote w:type="continuationSeparator" w:id="0">
    <w:p w14:paraId="2B5C50D8" w14:textId="77777777" w:rsidR="00C27D2D" w:rsidRDefault="00C27D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9CC91" w14:textId="77777777" w:rsidR="00C27D2D" w:rsidRDefault="00C27D2D" w:rsidP="00C16ABF">
      <w:pPr>
        <w:spacing w:after="0" w:line="240" w:lineRule="auto"/>
      </w:pPr>
      <w:r>
        <w:separator/>
      </w:r>
    </w:p>
  </w:footnote>
  <w:footnote w:type="continuationSeparator" w:id="0">
    <w:p w14:paraId="1B9AD94B" w14:textId="77777777" w:rsidR="00C27D2D" w:rsidRDefault="00C27D2D" w:rsidP="00C16ABF">
      <w:pPr>
        <w:spacing w:after="0" w:line="240" w:lineRule="auto"/>
      </w:pPr>
      <w:r>
        <w:continuationSeparator/>
      </w:r>
    </w:p>
  </w:footnote>
  <w:footnote w:id="1">
    <w:p w14:paraId="0332EA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544"/>
    <w:rsid w:val="007072BA"/>
    <w:rsid w:val="0071620A"/>
    <w:rsid w:val="00721E5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02"/>
    <w:rsid w:val="00AD1146"/>
    <w:rsid w:val="00AD27D3"/>
    <w:rsid w:val="00AD66D6"/>
    <w:rsid w:val="00AE1160"/>
    <w:rsid w:val="00AE203C"/>
    <w:rsid w:val="00AE2E74"/>
    <w:rsid w:val="00AE5FCB"/>
    <w:rsid w:val="00AF2C1E"/>
    <w:rsid w:val="00AF46CF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D2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A07"/>
  </w:style>
  <w:style w:type="character" w:customStyle="1" w:styleId="spellingerror">
    <w:name w:val="spellingerror"/>
    <w:basedOn w:val="Domylnaczcionkaakapitu"/>
    <w:rsid w:val="00D06A07"/>
  </w:style>
  <w:style w:type="character" w:customStyle="1" w:styleId="eop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289D1A-7315-4F2A-A2DC-02F165D1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966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2020-11-26T11:47:00Z</dcterms:created>
  <dcterms:modified xsi:type="dcterms:W3CDTF">2020-12-11T08:22:00Z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